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3248BA" w:rsidR="006E5D65" w:rsidP="6C4607F3" w:rsidRDefault="00997F14" w14:paraId="27833A09" w14:textId="7309AB56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6C4607F3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6C4607F3" w:rsidR="00D8678B">
        <w:rPr>
          <w:rFonts w:ascii="Corbel" w:hAnsi="Corbel"/>
          <w:i w:val="1"/>
          <w:iCs w:val="1"/>
        </w:rPr>
        <w:t xml:space="preserve">Załącznik nr </w:t>
      </w:r>
      <w:r w:rsidRPr="6C4607F3" w:rsidR="006F31E2">
        <w:rPr>
          <w:rFonts w:ascii="Corbel" w:hAnsi="Corbel"/>
          <w:i w:val="1"/>
          <w:iCs w:val="1"/>
        </w:rPr>
        <w:t>1.5</w:t>
      </w:r>
      <w:r w:rsidRPr="6C4607F3" w:rsidR="00D8678B">
        <w:rPr>
          <w:rFonts w:ascii="Corbel" w:hAnsi="Corbel"/>
          <w:i w:val="1"/>
          <w:iCs w:val="1"/>
        </w:rPr>
        <w:t xml:space="preserve"> do Zarządzenia</w:t>
      </w:r>
      <w:r w:rsidRPr="6C4607F3" w:rsidR="002A22BF">
        <w:rPr>
          <w:rFonts w:ascii="Corbel" w:hAnsi="Corbel"/>
          <w:i w:val="1"/>
          <w:iCs w:val="1"/>
        </w:rPr>
        <w:t xml:space="preserve"> Rektora </w:t>
      </w:r>
      <w:r w:rsidRPr="6C4607F3" w:rsidR="002A22BF">
        <w:rPr>
          <w:rFonts w:ascii="Corbel" w:hAnsi="Corbel"/>
          <w:i w:val="1"/>
          <w:iCs w:val="1"/>
        </w:rPr>
        <w:t xml:space="preserve">UR </w:t>
      </w:r>
      <w:r w:rsidRPr="6C4607F3" w:rsidR="00CD6897">
        <w:rPr>
          <w:rFonts w:ascii="Corbel" w:hAnsi="Corbel"/>
          <w:i w:val="1"/>
          <w:iCs w:val="1"/>
        </w:rPr>
        <w:t>nr</w:t>
      </w:r>
      <w:r w:rsidRPr="6C4607F3" w:rsidR="00CD6897">
        <w:rPr>
          <w:rFonts w:ascii="Corbel" w:hAnsi="Corbel"/>
          <w:i w:val="1"/>
          <w:iCs w:val="1"/>
        </w:rPr>
        <w:t xml:space="preserve"> </w:t>
      </w:r>
      <w:r w:rsidRPr="6C4607F3" w:rsidR="004238D9">
        <w:rPr>
          <w:rFonts w:ascii="Corbel" w:hAnsi="Corbel"/>
          <w:i w:val="1"/>
          <w:iCs w:val="1"/>
        </w:rPr>
        <w:t>7</w:t>
      </w:r>
      <w:r w:rsidRPr="6C4607F3" w:rsidR="00F17567">
        <w:rPr>
          <w:rFonts w:ascii="Corbel" w:hAnsi="Corbel"/>
          <w:i w:val="1"/>
          <w:iCs w:val="1"/>
        </w:rPr>
        <w:t>/20</w:t>
      </w:r>
      <w:r w:rsidRPr="6C4607F3" w:rsidR="004238D9">
        <w:rPr>
          <w:rFonts w:ascii="Corbel" w:hAnsi="Corbel"/>
          <w:i w:val="1"/>
          <w:iCs w:val="1"/>
        </w:rPr>
        <w:t>23</w:t>
      </w:r>
    </w:p>
    <w:p w:rsidRPr="003248BA" w:rsidR="0085747A" w:rsidP="009C54AE" w:rsidRDefault="0085747A" w14:paraId="7056367F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248BA">
        <w:rPr>
          <w:rFonts w:ascii="Corbel" w:hAnsi="Corbel"/>
          <w:b/>
          <w:smallCaps/>
          <w:sz w:val="24"/>
          <w:szCs w:val="24"/>
        </w:rPr>
        <w:t>SYLABUS</w:t>
      </w:r>
    </w:p>
    <w:p w:rsidRPr="003248BA" w:rsidR="0085747A" w:rsidP="00EA4832" w:rsidRDefault="0071620A" w14:paraId="36758E10" w14:textId="1E8AE2F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248BA">
        <w:rPr>
          <w:rFonts w:ascii="Corbel" w:hAnsi="Corbel"/>
          <w:b/>
          <w:smallCaps/>
          <w:sz w:val="24"/>
          <w:szCs w:val="24"/>
        </w:rPr>
        <w:t>dotyczy cyklu kształcenia</w:t>
      </w:r>
      <w:r w:rsidR="003248BA">
        <w:rPr>
          <w:rFonts w:ascii="Corbel" w:hAnsi="Corbel"/>
          <w:b/>
          <w:smallCaps/>
          <w:sz w:val="24"/>
          <w:szCs w:val="24"/>
        </w:rPr>
        <w:t xml:space="preserve"> 2024-2027</w:t>
      </w:r>
      <w:r w:rsidRPr="003248BA" w:rsidR="0085747A">
        <w:rPr>
          <w:rFonts w:ascii="Corbel" w:hAnsi="Corbel"/>
          <w:b/>
          <w:smallCaps/>
          <w:sz w:val="24"/>
          <w:szCs w:val="24"/>
        </w:rPr>
        <w:t xml:space="preserve"> </w:t>
      </w:r>
    </w:p>
    <w:p w:rsidRPr="003248BA" w:rsidR="0085747A" w:rsidP="00EA4832" w:rsidRDefault="00EA4832" w14:paraId="56D7D341" w14:textId="5F34489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3248BA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Pr="003248BA" w:rsidR="00DD7D5D">
        <w:rPr>
          <w:rFonts w:ascii="Corbel" w:hAnsi="Corbel"/>
          <w:i/>
          <w:sz w:val="24"/>
          <w:szCs w:val="24"/>
        </w:rPr>
        <w:tab/>
      </w:r>
      <w:r w:rsidRPr="003248BA">
        <w:rPr>
          <w:rFonts w:ascii="Corbel" w:hAnsi="Corbel"/>
          <w:i/>
          <w:sz w:val="24"/>
          <w:szCs w:val="24"/>
        </w:rPr>
        <w:t xml:space="preserve"> </w:t>
      </w:r>
      <w:r w:rsidRPr="003248BA" w:rsidR="0085747A">
        <w:rPr>
          <w:rFonts w:ascii="Corbel" w:hAnsi="Corbel"/>
          <w:i/>
          <w:sz w:val="20"/>
          <w:szCs w:val="20"/>
        </w:rPr>
        <w:t>(skrajne daty</w:t>
      </w:r>
      <w:r w:rsidRPr="003248BA" w:rsidR="0085747A">
        <w:rPr>
          <w:rFonts w:ascii="Corbel" w:hAnsi="Corbel"/>
          <w:sz w:val="20"/>
          <w:szCs w:val="20"/>
        </w:rPr>
        <w:t>)</w:t>
      </w:r>
    </w:p>
    <w:p w:rsidRPr="003248BA" w:rsidR="00445970" w:rsidP="6C4607F3" w:rsidRDefault="00445970" w14:paraId="30D03D7B" w14:textId="2956A69D" w14:noSpellErr="1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 w:rsidRPr="003248BA">
        <w:rPr>
          <w:rFonts w:ascii="Corbel" w:hAnsi="Corbel"/>
          <w:sz w:val="20"/>
          <w:szCs w:val="20"/>
        </w:rPr>
        <w:tab/>
      </w:r>
      <w:r w:rsidRPr="003248BA">
        <w:rPr>
          <w:rFonts w:ascii="Corbel" w:hAnsi="Corbel"/>
          <w:sz w:val="20"/>
          <w:szCs w:val="20"/>
        </w:rPr>
        <w:tab/>
      </w:r>
      <w:r w:rsidRPr="003248BA">
        <w:rPr>
          <w:rFonts w:ascii="Corbel" w:hAnsi="Corbel"/>
          <w:sz w:val="20"/>
          <w:szCs w:val="20"/>
        </w:rPr>
        <w:tab/>
      </w:r>
      <w:r w:rsidRPr="003248BA">
        <w:rPr>
          <w:rFonts w:ascii="Corbel" w:hAnsi="Corbel"/>
          <w:sz w:val="20"/>
          <w:szCs w:val="20"/>
        </w:rPr>
        <w:tab/>
      </w:r>
      <w:r w:rsidRPr="003248BA" w:rsidR="00445970">
        <w:rPr>
          <w:rFonts w:ascii="Corbel" w:hAnsi="Corbel"/>
          <w:sz w:val="20"/>
          <w:szCs w:val="20"/>
        </w:rPr>
        <w:t>Rok akademicki</w:t>
      </w:r>
      <w:r w:rsidR="003248BA">
        <w:rPr>
          <w:rFonts w:ascii="Corbel" w:hAnsi="Corbel"/>
          <w:sz w:val="20"/>
          <w:szCs w:val="20"/>
        </w:rPr>
        <w:t xml:space="preserve"> 2024/2025</w:t>
      </w:r>
      <w:r w:rsidRPr="003248BA" w:rsidR="00445970">
        <w:rPr>
          <w:rFonts w:ascii="Corbel" w:hAnsi="Corbel"/>
          <w:sz w:val="20"/>
          <w:szCs w:val="20"/>
        </w:rPr>
        <w:t xml:space="preserve"> </w:t>
      </w:r>
    </w:p>
    <w:p w:rsidRPr="003248BA" w:rsidR="0085747A" w:rsidP="009C54AE" w:rsidRDefault="0085747A" w14:paraId="3FD35B7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3248BA" w:rsidR="0085747A" w:rsidP="009C54AE" w:rsidRDefault="0071620A" w14:paraId="2A69D960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248BA">
        <w:rPr>
          <w:rFonts w:ascii="Corbel" w:hAnsi="Corbel"/>
          <w:szCs w:val="24"/>
        </w:rPr>
        <w:t xml:space="preserve">1. </w:t>
      </w:r>
      <w:r w:rsidRPr="003248BA" w:rsidR="0085747A">
        <w:rPr>
          <w:rFonts w:ascii="Corbel" w:hAnsi="Corbel"/>
          <w:szCs w:val="24"/>
        </w:rPr>
        <w:t xml:space="preserve">Podstawowe </w:t>
      </w:r>
      <w:r w:rsidRPr="003248BA"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3248BA" w:rsidR="0085747A" w:rsidTr="722CABAB" w14:paraId="35A9909D" w14:textId="77777777">
        <w:tc>
          <w:tcPr>
            <w:tcW w:w="2694" w:type="dxa"/>
            <w:vAlign w:val="center"/>
          </w:tcPr>
          <w:p w:rsidRPr="003248BA" w:rsidR="0085747A" w:rsidP="009C54AE" w:rsidRDefault="00C05F44" w14:paraId="39C5013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8B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3248BA" w:rsidR="0085747A" w:rsidP="009C54AE" w:rsidRDefault="004F558D" w14:paraId="55CD079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248BA">
              <w:rPr>
                <w:rFonts w:ascii="Corbel" w:hAnsi="Corbel"/>
                <w:sz w:val="24"/>
                <w:szCs w:val="24"/>
              </w:rPr>
              <w:t>Elementy filozofii</w:t>
            </w:r>
          </w:p>
        </w:tc>
      </w:tr>
      <w:tr w:rsidRPr="003248BA" w:rsidR="0085747A" w:rsidTr="722CABAB" w14:paraId="5B504001" w14:textId="77777777">
        <w:tc>
          <w:tcPr>
            <w:tcW w:w="2694" w:type="dxa"/>
            <w:vAlign w:val="center"/>
          </w:tcPr>
          <w:p w:rsidRPr="003248BA" w:rsidR="0085747A" w:rsidP="009C54AE" w:rsidRDefault="00C05F44" w14:paraId="451D9F9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8BA">
              <w:rPr>
                <w:rFonts w:ascii="Corbel" w:hAnsi="Corbel"/>
                <w:sz w:val="24"/>
                <w:szCs w:val="24"/>
              </w:rPr>
              <w:t>Kod przedmiotu</w:t>
            </w:r>
            <w:r w:rsidRPr="003248BA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3248BA" w:rsidR="0085747A" w:rsidP="009C54AE" w:rsidRDefault="003248BA" w14:paraId="1C7F50EC" w14:textId="015CF7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8BA">
              <w:rPr>
                <w:rFonts w:ascii="Corbel" w:hAnsi="Corbel"/>
                <w:b w:val="0"/>
                <w:sz w:val="24"/>
                <w:szCs w:val="24"/>
              </w:rPr>
              <w:t>P1S[1]P_01</w:t>
            </w:r>
          </w:p>
        </w:tc>
      </w:tr>
      <w:tr w:rsidRPr="003248BA" w:rsidR="0085747A" w:rsidTr="722CABAB" w14:paraId="6BB6D4FD" w14:textId="77777777">
        <w:tc>
          <w:tcPr>
            <w:tcW w:w="2694" w:type="dxa"/>
            <w:vAlign w:val="center"/>
          </w:tcPr>
          <w:p w:rsidRPr="003248BA" w:rsidR="0085747A" w:rsidP="00EA4832" w:rsidRDefault="0085747A" w14:paraId="30B45123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248BA">
              <w:rPr>
                <w:rFonts w:ascii="Corbel" w:hAnsi="Corbel"/>
                <w:sz w:val="24"/>
                <w:szCs w:val="24"/>
              </w:rPr>
              <w:t>nazwa</w:t>
            </w:r>
            <w:r w:rsidRPr="003248BA"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3248BA" w:rsidR="0085747A" w:rsidP="009C54AE" w:rsidRDefault="008C441B" w14:paraId="10997F5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8B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722CABAB" w14:paraId="150665BF" w14:textId="77777777">
        <w:tc>
          <w:tcPr>
            <w:tcW w:w="2694" w:type="dxa"/>
            <w:vAlign w:val="center"/>
          </w:tcPr>
          <w:p w:rsidRPr="003248BA" w:rsidR="0085747A" w:rsidP="009C54AE" w:rsidRDefault="0085747A" w14:paraId="6015EA7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8B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EB3DFF" w14:paraId="43CFC6B2" w14:textId="33C4C5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8BA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9C54AE" w:rsidR="0085747A" w:rsidTr="722CABAB" w14:paraId="52EB922D" w14:textId="77777777">
        <w:tc>
          <w:tcPr>
            <w:tcW w:w="2694" w:type="dxa"/>
            <w:vAlign w:val="center"/>
          </w:tcPr>
          <w:p w:rsidRPr="009C54AE" w:rsidR="0085747A" w:rsidP="009C54AE" w:rsidRDefault="0085747A" w14:paraId="317A040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530160" w14:paraId="30F8C6B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9C54AE" w:rsidR="0085747A" w:rsidTr="722CABAB" w14:paraId="142A5A6B" w14:textId="77777777">
        <w:tc>
          <w:tcPr>
            <w:tcW w:w="2694" w:type="dxa"/>
            <w:vAlign w:val="center"/>
          </w:tcPr>
          <w:p w:rsidRPr="009C54AE" w:rsidR="0085747A" w:rsidP="009C54AE" w:rsidRDefault="00DE4A14" w14:paraId="3253975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530160" w14:paraId="4BE10FD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Pr="009C54AE" w:rsidR="0085747A" w:rsidTr="722CABAB" w14:paraId="4A987602" w14:textId="77777777">
        <w:tc>
          <w:tcPr>
            <w:tcW w:w="2694" w:type="dxa"/>
            <w:vAlign w:val="center"/>
          </w:tcPr>
          <w:p w:rsidRPr="009C54AE" w:rsidR="0085747A" w:rsidP="009C54AE" w:rsidRDefault="0085747A" w14:paraId="37DB792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6F46AF" w14:paraId="79C30B6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53016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Pr="009C54AE" w:rsidR="0085747A" w:rsidTr="722CABAB" w14:paraId="79D485D0" w14:textId="77777777">
        <w:tc>
          <w:tcPr>
            <w:tcW w:w="2694" w:type="dxa"/>
            <w:vAlign w:val="center"/>
          </w:tcPr>
          <w:p w:rsidRPr="009C54AE" w:rsidR="0085747A" w:rsidP="009C54AE" w:rsidRDefault="0085747A" w14:paraId="55F4089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6F46AF" w14:paraId="0DFB395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30160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Pr="009C54AE" w:rsidR="0085747A" w:rsidTr="722CABAB" w14:paraId="54C487EE" w14:textId="77777777">
        <w:tc>
          <w:tcPr>
            <w:tcW w:w="2694" w:type="dxa"/>
            <w:vAlign w:val="center"/>
          </w:tcPr>
          <w:p w:rsidRPr="009C54AE" w:rsidR="0085747A" w:rsidP="009C54AE" w:rsidRDefault="0085747A" w14:paraId="691E856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7778F7" w14:paraId="52EFCE27" w14:textId="65A741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530160">
              <w:rPr>
                <w:rFonts w:ascii="Corbel" w:hAnsi="Corbel"/>
                <w:b w:val="0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DB3E5B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, s</w:t>
            </w:r>
            <w:r w:rsidR="00530160">
              <w:rPr>
                <w:rFonts w:ascii="Corbel" w:hAnsi="Corbel"/>
                <w:b w:val="0"/>
                <w:sz w:val="24"/>
                <w:szCs w:val="24"/>
              </w:rPr>
              <w:t>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DB3E5B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Pr="009C54AE" w:rsidR="0085747A" w:rsidTr="722CABAB" w14:paraId="369F2370" w14:textId="77777777">
        <w:tc>
          <w:tcPr>
            <w:tcW w:w="2694" w:type="dxa"/>
            <w:vAlign w:val="center"/>
          </w:tcPr>
          <w:p w:rsidRPr="009C54AE" w:rsidR="0085747A" w:rsidP="009C54AE" w:rsidRDefault="0085747A" w14:paraId="129FA68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6F46AF" w14:paraId="11C4668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30160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Pr="009C54AE" w:rsidR="00923D7D" w:rsidTr="722CABAB" w14:paraId="677B3049" w14:textId="77777777">
        <w:tc>
          <w:tcPr>
            <w:tcW w:w="2694" w:type="dxa"/>
            <w:vAlign w:val="center"/>
          </w:tcPr>
          <w:p w:rsidRPr="009C54AE" w:rsidR="00923D7D" w:rsidP="009C54AE" w:rsidRDefault="00923D7D" w14:paraId="121F4EF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6F46AF" w14:paraId="562513F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C441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9C54AE" w:rsidR="0085747A" w:rsidTr="722CABAB" w14:paraId="6A902153" w14:textId="77777777">
        <w:tc>
          <w:tcPr>
            <w:tcW w:w="2694" w:type="dxa"/>
            <w:vAlign w:val="center"/>
          </w:tcPr>
          <w:p w:rsidRPr="009C54AE" w:rsidR="0085747A" w:rsidP="009C54AE" w:rsidRDefault="0085747A" w14:paraId="7BF846A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55432D0F" w:rsidRDefault="26FF8289" w14:paraId="7EBB17E1" w14:textId="28EE7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5432D0F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  <w:tr w:rsidRPr="009C54AE" w:rsidR="0085747A" w:rsidTr="722CABAB" w14:paraId="49EF7321" w14:textId="77777777">
        <w:tc>
          <w:tcPr>
            <w:tcW w:w="2694" w:type="dxa"/>
            <w:vAlign w:val="center"/>
          </w:tcPr>
          <w:p w:rsidRPr="009C54AE" w:rsidR="0085747A" w:rsidP="009C54AE" w:rsidRDefault="0085747A" w14:paraId="365B607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1288E009" w:rsidRDefault="39EE9D26" w14:paraId="6A90A3F9" w14:textId="636F41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22CABAB">
              <w:rPr>
                <w:rFonts w:ascii="Corbel" w:hAnsi="Corbel"/>
                <w:b w:val="0"/>
                <w:sz w:val="24"/>
                <w:szCs w:val="24"/>
              </w:rPr>
              <w:t>Jan Gałkowski</w:t>
            </w:r>
          </w:p>
        </w:tc>
      </w:tr>
    </w:tbl>
    <w:p w:rsidRPr="009C54AE" w:rsidR="0085747A" w:rsidP="009C54AE" w:rsidRDefault="0085747A" w14:paraId="02209381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6C4607F3" w:rsidR="0085747A">
        <w:rPr>
          <w:rFonts w:ascii="Corbel" w:hAnsi="Corbel"/>
          <w:sz w:val="24"/>
          <w:szCs w:val="24"/>
        </w:rPr>
        <w:t xml:space="preserve">* </w:t>
      </w:r>
      <w:r w:rsidRPr="6C4607F3" w:rsidR="0085747A">
        <w:rPr>
          <w:rFonts w:ascii="Corbel" w:hAnsi="Corbel"/>
          <w:i w:val="1"/>
          <w:iCs w:val="1"/>
          <w:sz w:val="24"/>
          <w:szCs w:val="24"/>
        </w:rPr>
        <w:t>-</w:t>
      </w:r>
      <w:r w:rsidRPr="6C4607F3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6C4607F3" w:rsidR="00B90885">
        <w:rPr>
          <w:rFonts w:ascii="Corbel" w:hAnsi="Corbel"/>
          <w:b w:val="0"/>
          <w:bCs w:val="0"/>
          <w:sz w:val="24"/>
          <w:szCs w:val="24"/>
        </w:rPr>
        <w:t>e,</w:t>
      </w:r>
      <w:r w:rsidRPr="6C4607F3" w:rsidR="0085747A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6C4607F3" w:rsidR="0085747A">
        <w:rPr>
          <w:rFonts w:ascii="Corbel" w:hAnsi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6C4607F3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w Jednostce</w:t>
      </w:r>
    </w:p>
    <w:p w:rsidR="6C4607F3" w:rsidP="6C4607F3" w:rsidRDefault="6C4607F3" w14:paraId="0AC45ADD" w14:textId="39A9CEE1">
      <w:pPr>
        <w:pStyle w:val="Podpunkty"/>
        <w:ind w:left="284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1E741259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65F0A291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9C54AE" w:rsidR="00015B8F" w:rsidTr="6C4607F3" w14:paraId="65751925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5B99846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2B78E9D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8B08E9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85AFF6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6044C3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DEC85E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5D9403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A8237C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0A2C26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F08E5F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36A70C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6C4607F3" w14:paraId="6D876A78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DB3E5B" w14:paraId="585289A4" w14:textId="01D5C7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177335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4F882F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4D3B0D" w14:paraId="4CC618B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6AF51D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EE4714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CD9F95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13F954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F4EF61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4D3B0D" w14:paraId="7343079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624E0901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66BC6412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3A958EF5" w:rsidRDefault="2365D122" w14:paraId="6457F847" w14:textId="41ABBE20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3A958EF5">
        <w:rPr>
          <w:rFonts w:ascii="Corbel" w:hAnsi="Corbel"/>
          <w:b w:val="0"/>
          <w:smallCaps w:val="0"/>
        </w:rPr>
        <w:t xml:space="preserve">X </w:t>
      </w:r>
      <w:r w:rsidRPr="3A958EF5" w:rsidR="0085747A">
        <w:rPr>
          <w:rFonts w:ascii="Corbel" w:hAnsi="Corbel"/>
          <w:b w:val="0"/>
          <w:smallCaps w:val="0"/>
        </w:rPr>
        <w:t xml:space="preserve">zajęcia w formie tradycyjnej </w:t>
      </w:r>
    </w:p>
    <w:p w:rsidRPr="009C54AE" w:rsidR="0085747A" w:rsidP="00F83B28" w:rsidRDefault="0085747A" w14:paraId="1DDCB1A8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3698492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6C4607F3" w:rsidRDefault="00E22FBC" w14:paraId="0B3B562E" w14:textId="1F477B6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6C4607F3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6C4607F3" w:rsidR="00E22FBC">
        <w:rPr>
          <w:rFonts w:ascii="Corbel" w:hAnsi="Corbel"/>
          <w:caps w:val="0"/>
          <w:smallCaps w:val="0"/>
        </w:rPr>
        <w:t>For</w:t>
      </w:r>
      <w:r w:rsidRPr="6C4607F3" w:rsidR="00445970">
        <w:rPr>
          <w:rFonts w:ascii="Corbel" w:hAnsi="Corbel"/>
          <w:caps w:val="0"/>
          <w:smallCaps w:val="0"/>
        </w:rPr>
        <w:t xml:space="preserve">ma zaliczenia </w:t>
      </w:r>
      <w:r w:rsidRPr="6C4607F3" w:rsidR="00445970">
        <w:rPr>
          <w:rFonts w:ascii="Corbel" w:hAnsi="Corbel"/>
          <w:caps w:val="0"/>
          <w:smallCaps w:val="0"/>
        </w:rPr>
        <w:t xml:space="preserve">przedmiotu </w:t>
      </w:r>
      <w:r w:rsidRPr="6C4607F3" w:rsidR="00E22FBC">
        <w:rPr>
          <w:rFonts w:ascii="Corbel" w:hAnsi="Corbel"/>
          <w:caps w:val="0"/>
          <w:smallCaps w:val="0"/>
        </w:rPr>
        <w:t>(</w:t>
      </w:r>
      <w:r w:rsidRPr="6C4607F3" w:rsidR="00E22FBC">
        <w:rPr>
          <w:rFonts w:ascii="Corbel" w:hAnsi="Corbel"/>
          <w:caps w:val="0"/>
          <w:smallCaps w:val="0"/>
        </w:rPr>
        <w:t xml:space="preserve">z toku) </w:t>
      </w:r>
      <w:r w:rsidRPr="6C4607F3" w:rsidR="00E22FBC">
        <w:rPr>
          <w:rFonts w:ascii="Corbel" w:hAnsi="Corbel"/>
          <w:b w:val="0"/>
          <w:bCs w:val="0"/>
          <w:caps w:val="0"/>
          <w:smallCaps w:val="0"/>
        </w:rPr>
        <w:t xml:space="preserve">(egzamin, </w:t>
      </w:r>
      <w:r w:rsidRPr="6C4607F3" w:rsidR="00E22FBC">
        <w:rPr>
          <w:rFonts w:ascii="Corbel" w:hAnsi="Corbel"/>
          <w:b w:val="0"/>
          <w:bCs w:val="0"/>
          <w:caps w:val="0"/>
          <w:smallCaps w:val="0"/>
        </w:rPr>
        <w:t>zaliczenie z oceną</w:t>
      </w:r>
      <w:r w:rsidRPr="6C4607F3" w:rsidR="00E22FBC">
        <w:rPr>
          <w:rFonts w:ascii="Corbel" w:hAnsi="Corbel"/>
          <w:b w:val="0"/>
          <w:bCs w:val="0"/>
          <w:caps w:val="0"/>
          <w:smallCaps w:val="0"/>
        </w:rPr>
        <w:t>, zaliczenie bez oceny)</w:t>
      </w:r>
    </w:p>
    <w:p w:rsidR="00C81A8D" w:rsidP="009C54AE" w:rsidRDefault="00C81A8D" w14:paraId="03F0CDE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P="009C54AE" w:rsidRDefault="000208F2" w14:paraId="7E65E398" w14:textId="1D0C8256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0208F2">
        <w:rPr>
          <w:rFonts w:ascii="Corbel" w:hAnsi="Corbel"/>
          <w:b w:val="0"/>
          <w:szCs w:val="24"/>
        </w:rPr>
        <w:t>zaliczenie z oceną</w:t>
      </w:r>
    </w:p>
    <w:p w:rsidR="00E960BB" w:rsidP="009C54AE" w:rsidRDefault="00E960BB" w14:paraId="25D949F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1BF73311" w14:textId="4816B96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C81A8D" w:rsidP="009C54AE" w:rsidRDefault="00C81A8D" w14:paraId="2AD48D80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125B97FA" w14:textId="77777777">
        <w:tc>
          <w:tcPr>
            <w:tcW w:w="9670" w:type="dxa"/>
          </w:tcPr>
          <w:p w:rsidRPr="009C54AE" w:rsidR="0085747A" w:rsidP="009C54AE" w:rsidRDefault="008C441B" w14:paraId="39627CD4" w14:textId="3745277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Elementarna wiedza z zakresu humanistyki</w:t>
            </w:r>
          </w:p>
        </w:tc>
      </w:tr>
    </w:tbl>
    <w:p w:rsidR="00153C41" w:rsidP="009C54AE" w:rsidRDefault="00153C41" w14:paraId="5EE205D2" w14:textId="7715D339">
      <w:pPr>
        <w:pStyle w:val="Punktygwne"/>
        <w:spacing w:before="0" w:after="0"/>
        <w:rPr>
          <w:rFonts w:ascii="Corbel" w:hAnsi="Corbel"/>
          <w:szCs w:val="24"/>
        </w:rPr>
      </w:pPr>
    </w:p>
    <w:p w:rsidR="000208F2" w:rsidP="009C54AE" w:rsidRDefault="000208F2" w14:paraId="1B5520D4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6C4607F3" w:rsidRDefault="00E82F9B" w14:paraId="20062561" w14:textId="7A1C85CA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Pr="6C4607F3" w:rsidR="0071620A">
        <w:rPr>
          <w:rFonts w:ascii="Corbel" w:hAnsi="Corbel"/>
        </w:rPr>
        <w:t>3.</w:t>
      </w:r>
      <w:r w:rsidRPr="6C4607F3" w:rsidR="0085747A">
        <w:rPr>
          <w:rFonts w:ascii="Corbel" w:hAnsi="Corbel"/>
        </w:rPr>
        <w:t xml:space="preserve"> </w:t>
      </w:r>
      <w:r w:rsidRPr="6C4607F3" w:rsidR="00A84C85">
        <w:rPr>
          <w:rFonts w:ascii="Corbel" w:hAnsi="Corbel"/>
        </w:rPr>
        <w:t xml:space="preserve">cele, efekty uczenia </w:t>
      </w:r>
      <w:r w:rsidRPr="6C4607F3" w:rsidR="00A84C85">
        <w:rPr>
          <w:rFonts w:ascii="Corbel" w:hAnsi="Corbel"/>
        </w:rPr>
        <w:t>się</w:t>
      </w:r>
      <w:r w:rsidRPr="6C4607F3" w:rsidR="0085747A">
        <w:rPr>
          <w:rFonts w:ascii="Corbel" w:hAnsi="Corbel"/>
        </w:rPr>
        <w:t xml:space="preserve">,</w:t>
      </w:r>
      <w:r w:rsidRPr="6C4607F3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26D4B6C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4974E781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24E21954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Pr="009C54AE" w:rsidR="0085747A" w:rsidTr="00923D7D" w14:paraId="049E81CF" w14:textId="77777777">
        <w:tc>
          <w:tcPr>
            <w:tcW w:w="851" w:type="dxa"/>
            <w:vAlign w:val="center"/>
          </w:tcPr>
          <w:p w:rsidRPr="009C54AE" w:rsidR="0085747A" w:rsidP="009C54AE" w:rsidRDefault="0085747A" w14:paraId="10F280B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C441B" w:rsidP="009C54AE" w:rsidRDefault="00DB3E5B" w14:paraId="418ACB1A" w14:textId="443CD43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podstawami filozofii</w:t>
            </w:r>
            <w:r w:rsidR="008C441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Pr="009C54AE" w:rsidR="0085747A" w:rsidTr="00923D7D" w14:paraId="5D1C748E" w14:textId="77777777">
        <w:tc>
          <w:tcPr>
            <w:tcW w:w="851" w:type="dxa"/>
            <w:vAlign w:val="center"/>
          </w:tcPr>
          <w:p w:rsidRPr="009C54AE" w:rsidR="0085747A" w:rsidP="009C54AE" w:rsidRDefault="008C441B" w14:paraId="4FE6A21D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DB3E5B" w14:paraId="5DE60A0D" w14:textId="709E3CB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Wskazanie łączności pomiędzy problemami pracy socjalnej a dziedzictwem filozofii europejskiej</w:t>
            </w:r>
          </w:p>
        </w:tc>
      </w:tr>
    </w:tbl>
    <w:p w:rsidRPr="009C54AE" w:rsidR="0085747A" w:rsidP="009C54AE" w:rsidRDefault="0085747A" w14:paraId="4149CFC8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47B4F8D5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04BAE0A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DB3E5B" w:rsidTr="6C4607F3" w14:paraId="5FCB248A" w14:textId="77777777">
        <w:tc>
          <w:tcPr>
            <w:tcW w:w="1701" w:type="dxa"/>
            <w:tcMar/>
            <w:vAlign w:val="center"/>
          </w:tcPr>
          <w:p w:rsidRPr="009C54AE" w:rsidR="0085747A" w:rsidP="009C54AE" w:rsidRDefault="0085747A" w14:paraId="1049B91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9C54AE" w:rsidR="0085747A" w:rsidP="00C05F44" w:rsidRDefault="0085747A" w14:paraId="774D9CC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9C54AE" w:rsidR="0085747A" w:rsidP="00C05F44" w:rsidRDefault="0085747A" w14:paraId="7785B70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DB3E5B" w:rsidTr="6C4607F3" w14:paraId="33EE6E5C" w14:textId="77777777">
        <w:tc>
          <w:tcPr>
            <w:tcW w:w="1701" w:type="dxa"/>
            <w:tcMar/>
          </w:tcPr>
          <w:p w:rsidRPr="009C54AE" w:rsidR="0085747A" w:rsidP="009C54AE" w:rsidRDefault="0085747A" w14:paraId="0F45A75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Mar/>
          </w:tcPr>
          <w:p w:rsidRPr="009C54AE" w:rsidR="0085747A" w:rsidP="6C4607F3" w:rsidRDefault="000F7870" w14:paraId="7E325D78" w14:textId="252E2E43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C4607F3" w:rsidR="282546F8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Student posiada wiedzę z </w:t>
            </w:r>
            <w:r w:rsidRPr="6C4607F3" w:rsidR="00DB3E5B">
              <w:rPr>
                <w:rFonts w:ascii="Corbel" w:hAnsi="Corbel"/>
                <w:b w:val="0"/>
                <w:bCs w:val="0"/>
                <w:caps w:val="0"/>
                <w:smallCaps w:val="0"/>
              </w:rPr>
              <w:t>zakresu podstaw filozofii, jej znaczenia dla nauk społecznych i pracy socjalnej</w:t>
            </w:r>
            <w:r w:rsidRPr="6C4607F3" w:rsidR="282546F8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</w:p>
        </w:tc>
        <w:tc>
          <w:tcPr>
            <w:tcW w:w="1873" w:type="dxa"/>
            <w:tcMar/>
          </w:tcPr>
          <w:p w:rsidRPr="009C54AE" w:rsidR="0085747A" w:rsidP="009C54AE" w:rsidRDefault="00BA3AEE" w14:paraId="6D38B7C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K_W11,</w:t>
            </w:r>
          </w:p>
        </w:tc>
      </w:tr>
      <w:tr w:rsidRPr="009C54AE" w:rsidR="00DB3E5B" w:rsidTr="6C4607F3" w14:paraId="6B2C7F91" w14:textId="77777777">
        <w:tc>
          <w:tcPr>
            <w:tcW w:w="1701" w:type="dxa"/>
            <w:tcMar/>
          </w:tcPr>
          <w:p w:rsidRPr="009C54AE" w:rsidR="0085747A" w:rsidP="009C54AE" w:rsidRDefault="0085747A" w14:paraId="5D0C940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Mar/>
            <w:vAlign w:val="center"/>
          </w:tcPr>
          <w:p w:rsidRPr="009C54AE" w:rsidR="0085747A" w:rsidP="6C4607F3" w:rsidRDefault="000F7870" w14:paraId="329B6522" w14:textId="2A459B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C4607F3" w:rsidR="282546F8">
              <w:rPr>
                <w:rFonts w:ascii="Corbel" w:hAnsi="Corbel"/>
                <w:b w:val="0"/>
                <w:bCs w:val="0"/>
                <w:caps w:val="0"/>
                <w:smallCaps w:val="0"/>
              </w:rPr>
              <w:t>Student posiada umiejętność analizowania dorobku kulturowego człowieka</w:t>
            </w:r>
            <w:r w:rsidRPr="6C4607F3" w:rsidR="00DB3E5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i jego sytuacji </w:t>
            </w:r>
            <w:r w:rsidRPr="6C4607F3" w:rsidR="00DB3E5B">
              <w:rPr>
                <w:rFonts w:ascii="Corbel" w:hAnsi="Corbel"/>
                <w:b w:val="0"/>
                <w:bCs w:val="0"/>
                <w:caps w:val="0"/>
                <w:smallCaps w:val="0"/>
              </w:rPr>
              <w:t>egzystencjalnej świecie</w:t>
            </w:r>
            <w:r w:rsidRPr="6C4607F3" w:rsidR="00DB3E5B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  <w:r w:rsidRPr="6C4607F3" w:rsidR="6BE647FF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Dzięki wiedzy z zakresu antropologii </w:t>
            </w:r>
            <w:r w:rsidRPr="6C4607F3" w:rsidR="00DB3E5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filozoficznej </w:t>
            </w:r>
            <w:r w:rsidRPr="6C4607F3" w:rsidR="6BE647FF">
              <w:rPr>
                <w:rFonts w:ascii="Corbel" w:hAnsi="Corbel"/>
                <w:b w:val="0"/>
                <w:bCs w:val="0"/>
                <w:caps w:val="0"/>
                <w:smallCaps w:val="0"/>
              </w:rPr>
              <w:t>posiada umiejętność rozumienia ludzkiej natury w jej złożoności, co pozwala mu zrozumieć ludzkie zachowania.</w:t>
            </w:r>
            <w:r w:rsidRPr="6C4607F3" w:rsidR="282546F8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</w:p>
        </w:tc>
        <w:tc>
          <w:tcPr>
            <w:tcW w:w="1873" w:type="dxa"/>
            <w:tcMar/>
          </w:tcPr>
          <w:p w:rsidRPr="009C54AE" w:rsidR="0085747A" w:rsidP="009C54AE" w:rsidRDefault="00BA3AEE" w14:paraId="0E83A3B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K_U07, K_U16, K_U18</w:t>
            </w:r>
          </w:p>
        </w:tc>
      </w:tr>
      <w:tr w:rsidRPr="009C54AE" w:rsidR="00DB3E5B" w:rsidTr="6C4607F3" w14:paraId="502BD9B6" w14:textId="77777777">
        <w:tc>
          <w:tcPr>
            <w:tcW w:w="1701" w:type="dxa"/>
            <w:tcMar/>
          </w:tcPr>
          <w:p w:rsidRPr="009C54AE" w:rsidR="0085747A" w:rsidP="009C54AE" w:rsidRDefault="0085747A" w14:paraId="2526C095" w14:textId="4565AE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2673F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4D3B0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  <w:tcMar/>
          </w:tcPr>
          <w:p w:rsidRPr="009C54AE" w:rsidR="0085747A" w:rsidP="6C4607F3" w:rsidRDefault="00DB3E5B" w14:paraId="5AB6E4FA" w14:textId="1BA7AD4B" w14:noSpellErr="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C4607F3" w:rsidR="00DB3E5B">
              <w:rPr>
                <w:rFonts w:ascii="Corbel" w:hAnsi="Corbel"/>
                <w:b w:val="0"/>
                <w:bCs w:val="0"/>
                <w:caps w:val="0"/>
                <w:smallCaps w:val="0"/>
              </w:rPr>
              <w:t>Student potrafi budować wypowiedzi na</w:t>
            </w:r>
            <w:r w:rsidRPr="6C4607F3" w:rsidR="4A7A7E1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tem</w:t>
            </w:r>
            <w:r w:rsidRPr="6C4607F3" w:rsidR="6BE647FF">
              <w:rPr>
                <w:rFonts w:ascii="Corbel" w:hAnsi="Corbel"/>
                <w:b w:val="0"/>
                <w:bCs w:val="0"/>
                <w:caps w:val="0"/>
                <w:smallCaps w:val="0"/>
              </w:rPr>
              <w:t>at</w:t>
            </w:r>
            <w:r w:rsidRPr="6C4607F3" w:rsidR="00DB3E5B">
              <w:rPr>
                <w:rFonts w:ascii="Corbel" w:hAnsi="Corbel"/>
                <w:b w:val="0"/>
                <w:bCs w:val="0"/>
                <w:caps w:val="0"/>
                <w:smallCaps w:val="0"/>
              </w:rPr>
              <w:t>y</w:t>
            </w:r>
            <w:r w:rsidRPr="6C4607F3" w:rsidR="6BE647FF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6C4607F3" w:rsidR="00DB3E5B">
              <w:rPr>
                <w:rFonts w:ascii="Corbel" w:hAnsi="Corbel"/>
                <w:b w:val="0"/>
                <w:bCs w:val="0"/>
                <w:caps w:val="0"/>
                <w:smallCaps w:val="0"/>
              </w:rPr>
              <w:t>związane z tematyką zajęć.</w:t>
            </w:r>
          </w:p>
        </w:tc>
        <w:tc>
          <w:tcPr>
            <w:tcW w:w="1873" w:type="dxa"/>
            <w:tcMar/>
          </w:tcPr>
          <w:p w:rsidRPr="009C54AE" w:rsidR="0085747A" w:rsidP="009C54AE" w:rsidRDefault="00BA3AEE" w14:paraId="357B244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:rsidRPr="009C54AE" w:rsidR="0085747A" w:rsidP="009C54AE" w:rsidRDefault="0085747A" w14:paraId="3D4C091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290669E4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761906D3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3927B2EE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C81A8D" w14:paraId="2B8ED587" w14:textId="77777777">
        <w:tc>
          <w:tcPr>
            <w:tcW w:w="9520" w:type="dxa"/>
          </w:tcPr>
          <w:p w:rsidRPr="00DB3E5B" w:rsidR="0085747A" w:rsidP="009C54AE" w:rsidRDefault="0085747A" w14:paraId="43082C0D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DB3E5B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Pr="009C54AE" w:rsidR="0085747A" w:rsidTr="00C81A8D" w14:paraId="6C07E505" w14:textId="77777777">
        <w:tc>
          <w:tcPr>
            <w:tcW w:w="9520" w:type="dxa"/>
          </w:tcPr>
          <w:p w:rsidRPr="009C54AE" w:rsidR="0085747A" w:rsidP="009C54AE" w:rsidRDefault="00C81A8D" w14:paraId="21A2579D" w14:textId="7308C4E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Pr="009C54AE" w:rsidR="0085747A" w:rsidP="009C54AE" w:rsidRDefault="0085747A" w14:paraId="116F3D1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73888987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6C4607F3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6C4607F3" w:rsidR="009F4610">
        <w:rPr>
          <w:rFonts w:ascii="Corbel" w:hAnsi="Corbel"/>
          <w:sz w:val="24"/>
          <w:szCs w:val="24"/>
        </w:rPr>
        <w:t xml:space="preserve">, </w:t>
      </w:r>
      <w:r w:rsidRPr="6C4607F3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5F00C11E" w14:textId="77777777">
        <w:tc>
          <w:tcPr>
            <w:tcW w:w="9639" w:type="dxa"/>
          </w:tcPr>
          <w:p w:rsidRPr="00DB3E5B" w:rsidR="0085747A" w:rsidP="009C54AE" w:rsidRDefault="0085747A" w14:paraId="1D68F80D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DB3E5B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Pr="009C54AE" w:rsidR="0085747A" w:rsidTr="00923D7D" w14:paraId="2D9CABA7" w14:textId="77777777">
        <w:tc>
          <w:tcPr>
            <w:tcW w:w="9639" w:type="dxa"/>
          </w:tcPr>
          <w:p w:rsidRPr="009C54AE" w:rsidR="0085747A" w:rsidP="009C54AE" w:rsidRDefault="00DB3E5B" w14:paraId="3AFD9728" w14:textId="0C325B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Źródła, sens i znacznie filozofii</w:t>
            </w:r>
          </w:p>
        </w:tc>
      </w:tr>
      <w:tr w:rsidRPr="009C54AE" w:rsidR="0085747A" w:rsidTr="00923D7D" w14:paraId="1DF7AFB9" w14:textId="77777777">
        <w:tc>
          <w:tcPr>
            <w:tcW w:w="9639" w:type="dxa"/>
          </w:tcPr>
          <w:p w:rsidRPr="009C54AE" w:rsidR="00A15B9C" w:rsidP="009C54AE" w:rsidRDefault="00DB3E5B" w14:paraId="26D6EABA" w14:textId="1AD1E7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Człowiek w refleksji filozoficznej</w:t>
            </w:r>
          </w:p>
        </w:tc>
      </w:tr>
      <w:tr w:rsidRPr="009C54AE" w:rsidR="0085747A" w:rsidTr="00923D7D" w14:paraId="6A318D67" w14:textId="77777777">
        <w:tc>
          <w:tcPr>
            <w:tcW w:w="9639" w:type="dxa"/>
          </w:tcPr>
          <w:p w:rsidRPr="009C54AE" w:rsidR="00A15B9C" w:rsidP="009C54AE" w:rsidRDefault="00DB3E5B" w14:paraId="7562CBCE" w14:textId="0D8990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Relacja umysł - ciało</w:t>
            </w:r>
          </w:p>
        </w:tc>
      </w:tr>
      <w:tr w:rsidRPr="009C54AE" w:rsidR="00DB3E5B" w:rsidTr="00923D7D" w14:paraId="4986500B" w14:textId="77777777">
        <w:tc>
          <w:tcPr>
            <w:tcW w:w="9639" w:type="dxa"/>
          </w:tcPr>
          <w:p w:rsidR="00DB3E5B" w:rsidP="009C54AE" w:rsidRDefault="00DB3E5B" w14:paraId="5B222F88" w14:textId="08664E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Sens życia</w:t>
            </w:r>
          </w:p>
        </w:tc>
      </w:tr>
      <w:tr w:rsidRPr="009C54AE" w:rsidR="00DB3E5B" w:rsidTr="00923D7D" w14:paraId="5E33BFF9" w14:textId="77777777">
        <w:tc>
          <w:tcPr>
            <w:tcW w:w="9639" w:type="dxa"/>
          </w:tcPr>
          <w:p w:rsidR="00DB3E5B" w:rsidP="009C54AE" w:rsidRDefault="00DB3E5B" w14:paraId="0790EF2A" w14:textId="2943B7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Życie pośród ludzi</w:t>
            </w:r>
          </w:p>
        </w:tc>
      </w:tr>
      <w:tr w:rsidRPr="009C54AE" w:rsidR="00DB3E5B" w:rsidTr="00923D7D" w14:paraId="74027FB2" w14:textId="77777777">
        <w:tc>
          <w:tcPr>
            <w:tcW w:w="9639" w:type="dxa"/>
          </w:tcPr>
          <w:p w:rsidR="00DB3E5B" w:rsidP="009C54AE" w:rsidRDefault="00DB3E5B" w14:paraId="2AA76CB7" w14:textId="074EE5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Prawda</w:t>
            </w:r>
          </w:p>
        </w:tc>
      </w:tr>
    </w:tbl>
    <w:p w:rsidRPr="009C54AE" w:rsidR="0085747A" w:rsidP="009C54AE" w:rsidRDefault="0085747A" w14:paraId="0A0A941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52E010DE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78F3FEA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B3E5B" w:rsidP="00DB3E5B" w:rsidRDefault="00DB3E5B" w14:paraId="3080772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Mini-wykłady wprowadzające tematykę, praca z tekstem, dyskusja sokratejska, praca w małych grupach, zadania indywidualne, zadania grupowe, metody warsztatowe</w:t>
      </w:r>
    </w:p>
    <w:p w:rsidRPr="009C54AE" w:rsidR="0085747A" w:rsidP="009C54AE" w:rsidRDefault="0085747A" w14:paraId="6D2A9EF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6C4607F3" w:rsidRDefault="6C4607F3" w14:paraId="1E620A1B" w14:textId="6675DACF">
      <w:r>
        <w:br w:type="page"/>
      </w:r>
    </w:p>
    <w:p w:rsidRPr="009C54AE" w:rsidR="0085747A" w:rsidP="009C54AE" w:rsidRDefault="00C61DC5" w14:paraId="05BBEAF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1530B80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0911B3C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072A7FB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0"/>
        <w:gridCol w:w="5440"/>
        <w:gridCol w:w="2120"/>
      </w:tblGrid>
      <w:tr w:rsidRPr="009C54AE" w:rsidR="0085747A" w:rsidTr="00DB3E5B" w14:paraId="67993C9B" w14:textId="77777777">
        <w:tc>
          <w:tcPr>
            <w:tcW w:w="1960" w:type="dxa"/>
            <w:vAlign w:val="center"/>
          </w:tcPr>
          <w:p w:rsidRPr="009C54AE" w:rsidR="0085747A" w:rsidP="009C54AE" w:rsidRDefault="0071620A" w14:paraId="047309B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0" w:type="dxa"/>
            <w:vAlign w:val="center"/>
          </w:tcPr>
          <w:p w:rsidRPr="009C54AE" w:rsidR="0085747A" w:rsidP="009C54AE" w:rsidRDefault="00F974DA" w14:paraId="4C498B9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3C7C602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:rsidRPr="009C54AE" w:rsidR="00923D7D" w:rsidP="009C54AE" w:rsidRDefault="0085747A" w14:paraId="0A821C5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3C8579A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DB3E5B" w:rsidTr="00DB3E5B" w14:paraId="36EF1F83" w14:textId="77777777">
        <w:tc>
          <w:tcPr>
            <w:tcW w:w="1960" w:type="dxa"/>
          </w:tcPr>
          <w:p w:rsidR="00DB3E5B" w:rsidP="009C54AE" w:rsidRDefault="00DB3E5B" w14:paraId="7CB6FBF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  <w:p w:rsidRPr="009C54AE" w:rsidR="00DB3E5B" w:rsidP="009C54AE" w:rsidRDefault="00DB3E5B" w14:paraId="12EC5380" w14:textId="1063E7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40" w:type="dxa"/>
            <w:vMerge w:val="restart"/>
            <w:vAlign w:val="center"/>
          </w:tcPr>
          <w:p w:rsidRPr="00550F8C" w:rsidR="00DB3E5B" w:rsidP="00DB3E5B" w:rsidRDefault="00DB3E5B" w14:paraId="0F4C0E39" w14:textId="724ECA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B3E5B">
              <w:rPr>
                <w:rFonts w:ascii="Corbel" w:hAnsi="Corbel"/>
                <w:b w:val="0"/>
                <w:szCs w:val="24"/>
              </w:rPr>
              <w:t xml:space="preserve">OBSERWACJA W TRAKCIE ZAJĘĆ, ZADANIA INDYWIDUALNE, </w:t>
            </w:r>
            <w:r>
              <w:rPr>
                <w:rFonts w:ascii="Corbel" w:hAnsi="Corbel"/>
                <w:b w:val="0"/>
                <w:szCs w:val="24"/>
              </w:rPr>
              <w:t>Kolokwium pisemne</w:t>
            </w:r>
          </w:p>
        </w:tc>
        <w:tc>
          <w:tcPr>
            <w:tcW w:w="2120" w:type="dxa"/>
            <w:vMerge w:val="restart"/>
            <w:vAlign w:val="center"/>
          </w:tcPr>
          <w:p w:rsidRPr="009C54AE" w:rsidR="00DB3E5B" w:rsidP="00DB3E5B" w:rsidRDefault="00DB3E5B" w14:paraId="73CA677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Pr="009C54AE" w:rsidR="00DB3E5B" w:rsidTr="00DB3E5B" w14:paraId="1CBE6321" w14:textId="77777777">
        <w:tc>
          <w:tcPr>
            <w:tcW w:w="1960" w:type="dxa"/>
          </w:tcPr>
          <w:p w:rsidRPr="009C54AE" w:rsidR="00DB3E5B" w:rsidP="009C54AE" w:rsidRDefault="00DB3E5B" w14:paraId="14CCCF7D" w14:textId="63A910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0" w:type="dxa"/>
            <w:vMerge/>
          </w:tcPr>
          <w:p w:rsidRPr="00550F8C" w:rsidR="00DB3E5B" w:rsidP="009C54AE" w:rsidRDefault="00DB3E5B" w14:paraId="1040B0F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0" w:type="dxa"/>
            <w:vMerge/>
          </w:tcPr>
          <w:p w:rsidR="00DB3E5B" w:rsidP="009C54AE" w:rsidRDefault="00DB3E5B" w14:paraId="1CD1192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Pr="009C54AE" w:rsidR="00DB3E5B" w:rsidTr="00DB3E5B" w14:paraId="7E65E3AC" w14:textId="77777777">
        <w:tc>
          <w:tcPr>
            <w:tcW w:w="1960" w:type="dxa"/>
          </w:tcPr>
          <w:p w:rsidRPr="009C54AE" w:rsidR="00DB3E5B" w:rsidP="009C54AE" w:rsidRDefault="00DB3E5B" w14:paraId="0E98A6C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0" w:type="dxa"/>
            <w:vMerge/>
          </w:tcPr>
          <w:p w:rsidRPr="009C54AE" w:rsidR="00DB3E5B" w:rsidP="009C54AE" w:rsidRDefault="00DB3E5B" w14:paraId="1141FC81" w14:textId="1A9D1F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0" w:type="dxa"/>
            <w:vMerge/>
          </w:tcPr>
          <w:p w:rsidRPr="009C54AE" w:rsidR="00DB3E5B" w:rsidP="009C54AE" w:rsidRDefault="00DB3E5B" w14:paraId="2B8091CB" w14:textId="0AF95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Pr="009C54AE" w:rsidR="00923D7D" w:rsidP="009C54AE" w:rsidRDefault="00923D7D" w14:paraId="25DC2FE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0B26727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5D02B00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6C4607F3" w14:paraId="3D2B0664" w14:textId="77777777">
        <w:tc>
          <w:tcPr>
            <w:tcW w:w="9670" w:type="dxa"/>
            <w:tcMar/>
          </w:tcPr>
          <w:p w:rsidRPr="009C54AE" w:rsidR="0085747A" w:rsidP="6C4607F3" w:rsidRDefault="0085747A" w14:paraId="5F8CF1F4" w14:textId="0FD4C519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6C4607F3" w:rsidR="00DB3E5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Przygotowanie i aktywność na zajęciach, realizacja cząstkowych </w:t>
            </w:r>
            <w:r w:rsidRPr="6C4607F3" w:rsidR="00DB3E5B">
              <w:rPr>
                <w:rFonts w:ascii="Corbel" w:hAnsi="Corbel"/>
                <w:b w:val="0"/>
                <w:bCs w:val="0"/>
                <w:caps w:val="0"/>
                <w:smallCaps w:val="0"/>
              </w:rPr>
              <w:t>zadań</w:t>
            </w:r>
            <w:r w:rsidRPr="6C4607F3" w:rsidR="00DB3E5B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indywidualnych</w:t>
            </w:r>
            <w:r w:rsidRPr="6C4607F3" w:rsidR="00DB3E5B">
              <w:rPr>
                <w:rFonts w:ascii="Corbel" w:hAnsi="Corbel"/>
                <w:b w:val="0"/>
                <w:bCs w:val="0"/>
                <w:caps w:val="0"/>
                <w:smallCaps w:val="0"/>
              </w:rPr>
              <w:t>, zaliczenie kolokwium końcowego</w:t>
            </w:r>
          </w:p>
        </w:tc>
      </w:tr>
    </w:tbl>
    <w:p w:rsidRPr="009C54AE" w:rsidR="0085747A" w:rsidP="009C54AE" w:rsidRDefault="0085747A" w14:paraId="36A1019F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59C7FBB0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680F815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522181FE" w14:textId="77777777">
        <w:tc>
          <w:tcPr>
            <w:tcW w:w="4962" w:type="dxa"/>
            <w:vAlign w:val="center"/>
          </w:tcPr>
          <w:p w:rsidRPr="009C54AE" w:rsidR="0085747A" w:rsidP="009C54AE" w:rsidRDefault="00C61DC5" w14:paraId="35E2418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43F9684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DB3E5B" w14:paraId="106F2658" w14:textId="77777777">
        <w:tc>
          <w:tcPr>
            <w:tcW w:w="4962" w:type="dxa"/>
          </w:tcPr>
          <w:p w:rsidRPr="009C54AE" w:rsidR="0085747A" w:rsidP="009C54AE" w:rsidRDefault="00C61DC5" w14:paraId="6A84DB31" w14:textId="687C88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:rsidRPr="009C54AE" w:rsidR="0085747A" w:rsidP="00DB3E5B" w:rsidRDefault="006F46AF" w14:paraId="05D9D28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C61DC5" w:rsidTr="00DB3E5B" w14:paraId="5C5C3378" w14:textId="77777777">
        <w:tc>
          <w:tcPr>
            <w:tcW w:w="4962" w:type="dxa"/>
          </w:tcPr>
          <w:p w:rsidRPr="009C54AE" w:rsidR="00C61DC5" w:rsidP="009C54AE" w:rsidRDefault="00C61DC5" w14:paraId="131EBD8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1D58FF4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:rsidRPr="009C54AE" w:rsidR="00C61DC5" w:rsidP="00DB3E5B" w:rsidRDefault="006F46AF" w14:paraId="7A45A1C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DB3E5B" w14:paraId="175EFA95" w14:textId="77777777">
        <w:tc>
          <w:tcPr>
            <w:tcW w:w="4962" w:type="dxa"/>
          </w:tcPr>
          <w:p w:rsidRPr="009C54AE" w:rsidR="0071620A" w:rsidP="009C54AE" w:rsidRDefault="00C61DC5" w14:paraId="582F7D4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C61DC5" w:rsidP="009C54AE" w:rsidRDefault="00C61DC5" w14:paraId="30E4E75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:rsidRPr="009C54AE" w:rsidR="00C61DC5" w:rsidP="00DB3E5B" w:rsidRDefault="006F46AF" w14:paraId="588C3F2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85747A" w:rsidTr="00DB3E5B" w14:paraId="52B902BD" w14:textId="77777777">
        <w:tc>
          <w:tcPr>
            <w:tcW w:w="4962" w:type="dxa"/>
          </w:tcPr>
          <w:p w:rsidRPr="009C54AE" w:rsidR="0085747A" w:rsidP="009C54AE" w:rsidRDefault="0085747A" w14:paraId="31BFE9F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Pr="009C54AE" w:rsidR="0085747A" w:rsidP="00DB3E5B" w:rsidRDefault="006F46AF" w14:paraId="2A7E84C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85747A" w:rsidTr="00DB3E5B" w14:paraId="3935371B" w14:textId="77777777">
        <w:tc>
          <w:tcPr>
            <w:tcW w:w="4962" w:type="dxa"/>
          </w:tcPr>
          <w:p w:rsidRPr="009C54AE" w:rsidR="0085747A" w:rsidP="009C54AE" w:rsidRDefault="0085747A" w14:paraId="1EAADFD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Pr="009C54AE" w:rsidR="0085747A" w:rsidP="00DB3E5B" w:rsidRDefault="006F46AF" w14:paraId="1C59B9A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498FDA0E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2EAD1D5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424C16D5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7C14BCFF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C81A8D" w:rsidTr="6C4607F3" w14:paraId="7085AABB" w14:textId="77777777">
        <w:trPr>
          <w:trHeight w:val="397"/>
        </w:trPr>
        <w:tc>
          <w:tcPr>
            <w:tcW w:w="3544" w:type="dxa"/>
            <w:tcMar/>
          </w:tcPr>
          <w:p w:rsidRPr="009C54AE" w:rsidR="00C81A8D" w:rsidP="00C81A8D" w:rsidRDefault="00C81A8D" w14:paraId="42A377C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C81A8D" w:rsidP="00C81A8D" w:rsidRDefault="00DB3E5B" w14:paraId="1435D6FF" w14:textId="3599C9A1">
            <w:pPr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t>-</w:t>
            </w:r>
          </w:p>
        </w:tc>
      </w:tr>
      <w:tr w:rsidRPr="009C54AE" w:rsidR="00C81A8D" w:rsidTr="6C4607F3" w14:paraId="53790322" w14:textId="77777777">
        <w:trPr>
          <w:trHeight w:val="397"/>
        </w:trPr>
        <w:tc>
          <w:tcPr>
            <w:tcW w:w="3544" w:type="dxa"/>
            <w:tcMar/>
          </w:tcPr>
          <w:p w:rsidRPr="009C54AE" w:rsidR="00C81A8D" w:rsidP="00C81A8D" w:rsidRDefault="00C81A8D" w14:paraId="52F3CDA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C81A8D" w:rsidP="00C81A8D" w:rsidRDefault="00DB3E5B" w14:paraId="6E266EE4" w14:textId="075592E5">
            <w:pPr>
              <w:rPr>
                <w:rFonts w:ascii="Corbel" w:hAnsi="Corbel"/>
                <w:b/>
                <w:smallCaps/>
                <w:szCs w:val="24"/>
              </w:rPr>
            </w:pPr>
            <w:r>
              <w:t>-</w:t>
            </w:r>
          </w:p>
        </w:tc>
      </w:tr>
    </w:tbl>
    <w:p w:rsidRPr="009C54AE" w:rsidR="003E1941" w:rsidP="009C54AE" w:rsidRDefault="003E1941" w14:paraId="647A152D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3A8B59C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0F001FD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85747A" w:rsidTr="6C4607F3" w14:paraId="3CCF21BE" w14:textId="77777777">
        <w:trPr>
          <w:trHeight w:val="397"/>
        </w:trPr>
        <w:tc>
          <w:tcPr>
            <w:tcW w:w="7513" w:type="dxa"/>
            <w:tcMar/>
          </w:tcPr>
          <w:p w:rsidRPr="00DB3E5B" w:rsidR="00B079F8" w:rsidP="009C54AE" w:rsidRDefault="0085747A" w14:paraId="5D030D19" w14:textId="7777777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DB3E5B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  <w:r w:rsidRPr="00DB3E5B" w:rsidR="00143AAC">
              <w:rPr>
                <w:rFonts w:ascii="Corbel" w:hAnsi="Corbel"/>
                <w:bCs/>
                <w:smallCaps w:val="0"/>
                <w:szCs w:val="24"/>
              </w:rPr>
              <w:t xml:space="preserve"> </w:t>
            </w:r>
          </w:p>
          <w:p w:rsidR="00D740F0" w:rsidP="5747E6DF" w:rsidRDefault="00D740F0" w14:paraId="31E0A2E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</w:p>
          <w:p w:rsidR="00D740F0" w:rsidP="5747E6DF" w:rsidRDefault="00D740F0" w14:paraId="5F37DD9A" w14:textId="10E97B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</w:rPr>
              <w:t>Galarowicz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</w:rPr>
              <w:t xml:space="preserve"> J., </w:t>
            </w:r>
            <w:r w:rsidRPr="00D740F0"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  <w:t>Na ścieżkach prawdy.</w:t>
            </w:r>
            <w:r>
              <w:rPr>
                <w:rFonts w:ascii="Corbel" w:hAnsi="Corbel"/>
                <w:b w:val="0"/>
                <w:smallCaps w:val="0"/>
                <w:color w:val="000000"/>
              </w:rPr>
              <w:t xml:space="preserve"> Kraków 1992.</w:t>
            </w:r>
          </w:p>
          <w:p w:rsidR="00DB3E5B" w:rsidP="5747E6DF" w:rsidRDefault="00DB3E5B" w14:paraId="77850B8B" w14:textId="0E8713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Jaspers K.</w:t>
            </w:r>
            <w:r w:rsidR="00D740F0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Wprowadzenie do filozofii, </w:t>
            </w:r>
            <w:r w:rsidRPr="0000077D">
              <w:rPr>
                <w:rFonts w:ascii="Corbel" w:hAnsi="Corbel"/>
                <w:b w:val="0"/>
                <w:smallCaps w:val="0"/>
                <w:szCs w:val="24"/>
              </w:rPr>
              <w:t>Wrocław</w:t>
            </w:r>
            <w:r w:rsidR="00D740F0">
              <w:rPr>
                <w:rFonts w:ascii="Corbel" w:hAnsi="Corbel"/>
                <w:b w:val="0"/>
                <w:smallCaps w:val="0"/>
                <w:szCs w:val="24"/>
              </w:rPr>
              <w:t xml:space="preserve"> 1995.</w:t>
            </w:r>
          </w:p>
          <w:p w:rsidR="00D740F0" w:rsidP="5747E6DF" w:rsidRDefault="00D740F0" w14:paraId="0D94DE0F" w14:textId="665705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Nagel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T., </w:t>
            </w:r>
            <w:r w:rsidRPr="00D740F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Co to wszystko znaczy? Bardzo krótkie wprowadzenie do filozofii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Warszawa 1998.</w:t>
            </w:r>
          </w:p>
          <w:p w:rsidRPr="00DB3E5B" w:rsidR="00D740F0" w:rsidP="5747E6DF" w:rsidRDefault="00D740F0" w14:paraId="12D2D201" w14:textId="5D2366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Popkin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R.H., 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Stroll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D740F0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Filozofia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Poznań 1994.</w:t>
            </w:r>
          </w:p>
        </w:tc>
      </w:tr>
      <w:tr w:rsidRPr="009C54AE" w:rsidR="0085747A" w:rsidTr="6C4607F3" w14:paraId="62A2D6BE" w14:textId="77777777">
        <w:trPr>
          <w:trHeight w:val="397"/>
        </w:trPr>
        <w:tc>
          <w:tcPr>
            <w:tcW w:w="7513" w:type="dxa"/>
            <w:tcMar/>
          </w:tcPr>
          <w:p w:rsidR="00E8354E" w:rsidP="009C54AE" w:rsidRDefault="0085747A" w14:paraId="4221CFDA" w14:textId="7777777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DB3E5B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:rsidRPr="00DB3E5B" w:rsidR="00D740F0" w:rsidP="009C54AE" w:rsidRDefault="00D740F0" w14:paraId="35CA3774" w14:textId="7777777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:rsidR="0085747A" w:rsidP="00D740F0" w:rsidRDefault="00143AAC" w14:paraId="7307FC1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747E6DF">
              <w:rPr>
                <w:rFonts w:ascii="Corbel" w:hAnsi="Corbel"/>
                <w:b w:val="0"/>
                <w:smallCaps w:val="0"/>
              </w:rPr>
              <w:t>Reale</w:t>
            </w:r>
            <w:r w:rsidRPr="5747E6DF" w:rsidR="00E8354E">
              <w:rPr>
                <w:rFonts w:ascii="Corbel" w:hAnsi="Corbel"/>
                <w:b w:val="0"/>
                <w:smallCaps w:val="0"/>
              </w:rPr>
              <w:t xml:space="preserve"> G.</w:t>
            </w:r>
            <w:r w:rsidRPr="5747E6DF" w:rsidR="00E8512E">
              <w:rPr>
                <w:rFonts w:ascii="Corbel" w:hAnsi="Corbel"/>
                <w:b w:val="0"/>
                <w:smallCaps w:val="0"/>
              </w:rPr>
              <w:t xml:space="preserve"> (2005)</w:t>
            </w:r>
            <w:r w:rsidRPr="5747E6D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747E6DF">
              <w:rPr>
                <w:rFonts w:ascii="Corbel" w:hAnsi="Corbel"/>
                <w:b w:val="0"/>
                <w:i/>
                <w:iCs/>
                <w:smallCaps w:val="0"/>
              </w:rPr>
              <w:t>Historia filozofii</w:t>
            </w:r>
            <w:r w:rsidRPr="5747E6DF" w:rsidR="00272EA5">
              <w:rPr>
                <w:rFonts w:ascii="Corbel" w:hAnsi="Corbel"/>
                <w:b w:val="0"/>
                <w:i/>
                <w:iCs/>
                <w:smallCaps w:val="0"/>
              </w:rPr>
              <w:t xml:space="preserve"> starożytnej</w:t>
            </w:r>
            <w:r w:rsidRPr="5747E6DF">
              <w:rPr>
                <w:rFonts w:ascii="Corbel" w:hAnsi="Corbel"/>
                <w:b w:val="0"/>
                <w:i/>
                <w:iCs/>
                <w:smallCaps w:val="0"/>
              </w:rPr>
              <w:t xml:space="preserve">, </w:t>
            </w:r>
            <w:r w:rsidRPr="5747E6DF">
              <w:rPr>
                <w:rFonts w:ascii="Corbel" w:hAnsi="Corbel"/>
                <w:b w:val="0"/>
                <w:smallCaps w:val="0"/>
              </w:rPr>
              <w:t>t. 1, 2</w:t>
            </w:r>
            <w:r w:rsidRPr="5747E6DF" w:rsidR="00E8512E">
              <w:rPr>
                <w:rFonts w:ascii="Corbel" w:hAnsi="Corbel"/>
                <w:b w:val="0"/>
                <w:smallCaps w:val="0"/>
              </w:rPr>
              <w:t>, Lublin: KUL.</w:t>
            </w:r>
          </w:p>
          <w:p w:rsidRPr="00DB3E5B" w:rsidR="00DB3E5B" w:rsidP="6C4607F3" w:rsidRDefault="00D740F0" w14:paraId="1DF5DD4C" w14:textId="1DEE2401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6C4607F3" w:rsidR="1FE6630A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A</w:t>
            </w:r>
            <w:r w:rsidRPr="6C4607F3" w:rsidR="00DB3E5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nzenbacher</w:t>
            </w:r>
            <w:r w:rsidRPr="6C4607F3" w:rsidR="00DB3E5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6C4607F3" w:rsidR="00DB3E5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A.</w:t>
            </w:r>
            <w:r w:rsidRPr="6C4607F3" w:rsidR="7525769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6C4607F3" w:rsidR="00DB3E5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(</w:t>
            </w:r>
            <w:r w:rsidRPr="6C4607F3" w:rsidR="00DB3E5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2003). Wprowadzenie do filozofii, Kraków: WAM.</w:t>
            </w:r>
          </w:p>
          <w:p w:rsidRPr="00143AAC" w:rsidR="00DB3E5B" w:rsidP="00D740F0" w:rsidRDefault="00DB3E5B" w14:paraId="714E4465" w14:textId="7C377B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00DB3E5B">
              <w:rPr>
                <w:rFonts w:ascii="Corbel" w:hAnsi="Corbel"/>
                <w:b w:val="0"/>
                <w:smallCaps w:val="0"/>
                <w:color w:val="000000"/>
              </w:rPr>
              <w:t>Hartman</w:t>
            </w:r>
            <w:proofErr w:type="spellEnd"/>
            <w:r w:rsidRPr="00DB3E5B">
              <w:rPr>
                <w:rFonts w:ascii="Corbel" w:hAnsi="Corbel"/>
                <w:b w:val="0"/>
                <w:smallCaps w:val="0"/>
                <w:color w:val="000000"/>
              </w:rPr>
              <w:t xml:space="preserve"> J. (2005). Wstęp do filozofii, Warszawa: Wydawnictwo PWN</w:t>
            </w:r>
          </w:p>
        </w:tc>
      </w:tr>
    </w:tbl>
    <w:p w:rsidR="6C4607F3" w:rsidP="6C4607F3" w:rsidRDefault="6C4607F3" w14:paraId="433FEBD8" w14:textId="5EC9D7B0">
      <w:pPr>
        <w:pStyle w:val="Punktygwne"/>
        <w:spacing w:before="0" w:after="0"/>
        <w:ind w:left="360"/>
        <w:rPr>
          <w:rFonts w:ascii="Corbel" w:hAnsi="Corbel"/>
          <w:b w:val="0"/>
          <w:bCs w:val="0"/>
          <w:caps w:val="0"/>
          <w:smallCaps w:val="0"/>
        </w:rPr>
      </w:pPr>
    </w:p>
    <w:p w:rsidRPr="009C54AE" w:rsidR="0085747A" w:rsidP="6C4607F3" w:rsidRDefault="0085747A" w14:paraId="3DAB1F8F" w14:textId="5E0FA74F">
      <w:pPr>
        <w:pStyle w:val="Punktygwne"/>
        <w:spacing w:before="0" w:after="0"/>
        <w:ind w:left="360"/>
        <w:rPr>
          <w:rFonts w:ascii="Corbel" w:hAnsi="Corbel"/>
        </w:rPr>
      </w:pPr>
      <w:r w:rsidRPr="6C4607F3" w:rsidR="0085747A">
        <w:rPr>
          <w:rFonts w:ascii="Corbel" w:hAnsi="Corbel"/>
          <w:b w:val="0"/>
          <w:bCs w:val="0"/>
          <w:caps w:val="0"/>
          <w:smallCaps w:val="0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E1461" w:rsidP="00C16ABF" w:rsidRDefault="006E1461" w14:paraId="511C59BD" w14:textId="77777777">
      <w:pPr>
        <w:spacing w:after="0" w:line="240" w:lineRule="auto"/>
      </w:pPr>
      <w:r>
        <w:separator/>
      </w:r>
    </w:p>
  </w:endnote>
  <w:endnote w:type="continuationSeparator" w:id="0">
    <w:p w:rsidR="006E1461" w:rsidP="00C16ABF" w:rsidRDefault="006E1461" w14:paraId="1B7107B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E1461" w:rsidP="00C16ABF" w:rsidRDefault="006E1461" w14:paraId="11180D14" w14:textId="77777777">
      <w:pPr>
        <w:spacing w:after="0" w:line="240" w:lineRule="auto"/>
      </w:pPr>
      <w:r>
        <w:separator/>
      </w:r>
    </w:p>
  </w:footnote>
  <w:footnote w:type="continuationSeparator" w:id="0">
    <w:p w:rsidR="006E1461" w:rsidP="00C16ABF" w:rsidRDefault="006E1461" w14:paraId="2411F1B7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2F7C0C4C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72502546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077D"/>
    <w:rsid w:val="00003044"/>
    <w:rsid w:val="000048FD"/>
    <w:rsid w:val="000077B4"/>
    <w:rsid w:val="00015B8F"/>
    <w:rsid w:val="000208F2"/>
    <w:rsid w:val="00022ECE"/>
    <w:rsid w:val="00042A51"/>
    <w:rsid w:val="00042D2E"/>
    <w:rsid w:val="00044C82"/>
    <w:rsid w:val="000663E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870"/>
    <w:rsid w:val="0012034C"/>
    <w:rsid w:val="00124BFF"/>
    <w:rsid w:val="0012560E"/>
    <w:rsid w:val="00127108"/>
    <w:rsid w:val="00134B13"/>
    <w:rsid w:val="00143AAC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1C22"/>
    <w:rsid w:val="001D657B"/>
    <w:rsid w:val="001D7B54"/>
    <w:rsid w:val="001E0209"/>
    <w:rsid w:val="001F2CA2"/>
    <w:rsid w:val="002144C0"/>
    <w:rsid w:val="0022477D"/>
    <w:rsid w:val="0022673F"/>
    <w:rsid w:val="002278A9"/>
    <w:rsid w:val="002336F9"/>
    <w:rsid w:val="0024028F"/>
    <w:rsid w:val="00244ABC"/>
    <w:rsid w:val="00272EA5"/>
    <w:rsid w:val="002802B3"/>
    <w:rsid w:val="00281FF2"/>
    <w:rsid w:val="002857DE"/>
    <w:rsid w:val="00291567"/>
    <w:rsid w:val="00292B5C"/>
    <w:rsid w:val="002A22BF"/>
    <w:rsid w:val="002A2389"/>
    <w:rsid w:val="002A253D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48BA"/>
    <w:rsid w:val="003343CF"/>
    <w:rsid w:val="00346FE9"/>
    <w:rsid w:val="0034759A"/>
    <w:rsid w:val="003503F6"/>
    <w:rsid w:val="003530DD"/>
    <w:rsid w:val="00355073"/>
    <w:rsid w:val="00363D81"/>
    <w:rsid w:val="00363F78"/>
    <w:rsid w:val="0036605E"/>
    <w:rsid w:val="003732C2"/>
    <w:rsid w:val="003A0A5B"/>
    <w:rsid w:val="003A1176"/>
    <w:rsid w:val="003C0BAE"/>
    <w:rsid w:val="003D18A9"/>
    <w:rsid w:val="003D6CE2"/>
    <w:rsid w:val="003E1941"/>
    <w:rsid w:val="003E2FE6"/>
    <w:rsid w:val="003E49D5"/>
    <w:rsid w:val="003F1E29"/>
    <w:rsid w:val="003F205D"/>
    <w:rsid w:val="003F38C0"/>
    <w:rsid w:val="003F5D5B"/>
    <w:rsid w:val="00411361"/>
    <w:rsid w:val="00414E3C"/>
    <w:rsid w:val="0042244A"/>
    <w:rsid w:val="004238D9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3B0D"/>
    <w:rsid w:val="004D5282"/>
    <w:rsid w:val="004F1551"/>
    <w:rsid w:val="004F558D"/>
    <w:rsid w:val="004F55A3"/>
    <w:rsid w:val="0050496F"/>
    <w:rsid w:val="00513B6F"/>
    <w:rsid w:val="00517C63"/>
    <w:rsid w:val="00530160"/>
    <w:rsid w:val="00533CFB"/>
    <w:rsid w:val="005363C4"/>
    <w:rsid w:val="00536BDE"/>
    <w:rsid w:val="00543ACC"/>
    <w:rsid w:val="00550F8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476D"/>
    <w:rsid w:val="00675843"/>
    <w:rsid w:val="00696477"/>
    <w:rsid w:val="006A30B3"/>
    <w:rsid w:val="006B50AE"/>
    <w:rsid w:val="006D050F"/>
    <w:rsid w:val="006D6139"/>
    <w:rsid w:val="006E1461"/>
    <w:rsid w:val="006E5D65"/>
    <w:rsid w:val="006F1282"/>
    <w:rsid w:val="006F1FBC"/>
    <w:rsid w:val="006F31E2"/>
    <w:rsid w:val="006F46A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D86"/>
    <w:rsid w:val="00763BF1"/>
    <w:rsid w:val="00766FD4"/>
    <w:rsid w:val="007778F7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1E8D"/>
    <w:rsid w:val="008449B3"/>
    <w:rsid w:val="0085061C"/>
    <w:rsid w:val="008552A2"/>
    <w:rsid w:val="0085747A"/>
    <w:rsid w:val="00873B89"/>
    <w:rsid w:val="00884922"/>
    <w:rsid w:val="00885F64"/>
    <w:rsid w:val="00887DF7"/>
    <w:rsid w:val="008917F9"/>
    <w:rsid w:val="008A45F7"/>
    <w:rsid w:val="008B00B4"/>
    <w:rsid w:val="008C0CC0"/>
    <w:rsid w:val="008C19A9"/>
    <w:rsid w:val="008C379D"/>
    <w:rsid w:val="008C441B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7BAD"/>
    <w:rsid w:val="00997F14"/>
    <w:rsid w:val="009A78D9"/>
    <w:rsid w:val="009C3E31"/>
    <w:rsid w:val="009C54AE"/>
    <w:rsid w:val="009C788E"/>
    <w:rsid w:val="009D3F3B"/>
    <w:rsid w:val="009D4AC7"/>
    <w:rsid w:val="009E0543"/>
    <w:rsid w:val="009E3B41"/>
    <w:rsid w:val="009F14C1"/>
    <w:rsid w:val="009F3C5C"/>
    <w:rsid w:val="009F4610"/>
    <w:rsid w:val="00A00ECC"/>
    <w:rsid w:val="00A14B4B"/>
    <w:rsid w:val="00A155EE"/>
    <w:rsid w:val="00A15B9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0B0A"/>
    <w:rsid w:val="00A755E1"/>
    <w:rsid w:val="00A84C85"/>
    <w:rsid w:val="00A901A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79F8"/>
    <w:rsid w:val="00B1035A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7242"/>
    <w:rsid w:val="00BA3AEE"/>
    <w:rsid w:val="00BB462C"/>
    <w:rsid w:val="00BB520A"/>
    <w:rsid w:val="00BC04CD"/>
    <w:rsid w:val="00BC21BD"/>
    <w:rsid w:val="00BD3869"/>
    <w:rsid w:val="00BD66E9"/>
    <w:rsid w:val="00BD6FF4"/>
    <w:rsid w:val="00BE66DA"/>
    <w:rsid w:val="00BF2C41"/>
    <w:rsid w:val="00C058B4"/>
    <w:rsid w:val="00C05F44"/>
    <w:rsid w:val="00C131B5"/>
    <w:rsid w:val="00C16ABF"/>
    <w:rsid w:val="00C170AE"/>
    <w:rsid w:val="00C24E75"/>
    <w:rsid w:val="00C26CB7"/>
    <w:rsid w:val="00C324C1"/>
    <w:rsid w:val="00C36992"/>
    <w:rsid w:val="00C56036"/>
    <w:rsid w:val="00C61DC5"/>
    <w:rsid w:val="00C67E92"/>
    <w:rsid w:val="00C70A26"/>
    <w:rsid w:val="00C766DF"/>
    <w:rsid w:val="00C80A78"/>
    <w:rsid w:val="00C81A8D"/>
    <w:rsid w:val="00C94B98"/>
    <w:rsid w:val="00CA2B96"/>
    <w:rsid w:val="00CA5089"/>
    <w:rsid w:val="00CD6897"/>
    <w:rsid w:val="00CD6C9E"/>
    <w:rsid w:val="00CE5BAC"/>
    <w:rsid w:val="00CE5D46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21DA"/>
    <w:rsid w:val="00D552B2"/>
    <w:rsid w:val="00D608D1"/>
    <w:rsid w:val="00D740F0"/>
    <w:rsid w:val="00D74119"/>
    <w:rsid w:val="00D8075B"/>
    <w:rsid w:val="00D814B4"/>
    <w:rsid w:val="00D8678B"/>
    <w:rsid w:val="00DA2114"/>
    <w:rsid w:val="00DB3E5B"/>
    <w:rsid w:val="00DD7D5D"/>
    <w:rsid w:val="00DE09C0"/>
    <w:rsid w:val="00DE1132"/>
    <w:rsid w:val="00DE4A14"/>
    <w:rsid w:val="00DF0965"/>
    <w:rsid w:val="00DF320D"/>
    <w:rsid w:val="00DF71C8"/>
    <w:rsid w:val="00E129B8"/>
    <w:rsid w:val="00E21E7D"/>
    <w:rsid w:val="00E22FBC"/>
    <w:rsid w:val="00E24BF5"/>
    <w:rsid w:val="00E25338"/>
    <w:rsid w:val="00E35E49"/>
    <w:rsid w:val="00E370DB"/>
    <w:rsid w:val="00E478A7"/>
    <w:rsid w:val="00E51E44"/>
    <w:rsid w:val="00E52559"/>
    <w:rsid w:val="00E60E52"/>
    <w:rsid w:val="00E63348"/>
    <w:rsid w:val="00E742AA"/>
    <w:rsid w:val="00E77E88"/>
    <w:rsid w:val="00E8107D"/>
    <w:rsid w:val="00E82F9B"/>
    <w:rsid w:val="00E8354E"/>
    <w:rsid w:val="00E8512E"/>
    <w:rsid w:val="00E95020"/>
    <w:rsid w:val="00E960BB"/>
    <w:rsid w:val="00EA2074"/>
    <w:rsid w:val="00EA4832"/>
    <w:rsid w:val="00EA4E9D"/>
    <w:rsid w:val="00EB3DFF"/>
    <w:rsid w:val="00EC4899"/>
    <w:rsid w:val="00ED03AB"/>
    <w:rsid w:val="00ED32D2"/>
    <w:rsid w:val="00EE32DE"/>
    <w:rsid w:val="00EE5457"/>
    <w:rsid w:val="00F070AB"/>
    <w:rsid w:val="00F17567"/>
    <w:rsid w:val="00F27A7B"/>
    <w:rsid w:val="00F426F5"/>
    <w:rsid w:val="00F526AF"/>
    <w:rsid w:val="00F617C3"/>
    <w:rsid w:val="00F7066B"/>
    <w:rsid w:val="00F83B28"/>
    <w:rsid w:val="00F91B67"/>
    <w:rsid w:val="00F974DA"/>
    <w:rsid w:val="00FA46E5"/>
    <w:rsid w:val="00FB7DBA"/>
    <w:rsid w:val="00FC1C25"/>
    <w:rsid w:val="00FC3F45"/>
    <w:rsid w:val="00FC5BB6"/>
    <w:rsid w:val="00FD503F"/>
    <w:rsid w:val="00FD7589"/>
    <w:rsid w:val="00FF016A"/>
    <w:rsid w:val="00FF1401"/>
    <w:rsid w:val="00FF3FA0"/>
    <w:rsid w:val="00FF5E7D"/>
    <w:rsid w:val="0EBFCBE6"/>
    <w:rsid w:val="1288E009"/>
    <w:rsid w:val="18B5B4F8"/>
    <w:rsid w:val="18B5B4F8"/>
    <w:rsid w:val="1FE6630A"/>
    <w:rsid w:val="2365D122"/>
    <w:rsid w:val="26FF8289"/>
    <w:rsid w:val="282546F8"/>
    <w:rsid w:val="287DBF28"/>
    <w:rsid w:val="2CF148EB"/>
    <w:rsid w:val="39EE9D26"/>
    <w:rsid w:val="3A958EF5"/>
    <w:rsid w:val="4A7A7E1B"/>
    <w:rsid w:val="511E4866"/>
    <w:rsid w:val="55432D0F"/>
    <w:rsid w:val="5582ABAB"/>
    <w:rsid w:val="5747E6DF"/>
    <w:rsid w:val="6BE647FF"/>
    <w:rsid w:val="6C4607F3"/>
    <w:rsid w:val="722CABAB"/>
    <w:rsid w:val="7525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434A00"/>
  <w15:docId w15:val="{617ECC80-4D6A-4391-B3E1-22B726321DA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02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02B3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2802B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02B3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2802B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46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7D86B65-3DAC-4B10-8D51-E712C216A28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821AE1-BC30-4E4D-AB6C-F550FAE04D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A50B55-D97C-442F-AB51-68218AC127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FFD84B8-2D42-42C9-8D97-6345AFD0C89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5</revision>
  <lastPrinted>2019-02-06T12:12:00.0000000Z</lastPrinted>
  <dcterms:created xsi:type="dcterms:W3CDTF">2024-04-26T12:11:00.0000000Z</dcterms:created>
  <dcterms:modified xsi:type="dcterms:W3CDTF">2024-08-05T10:20:06.7998907Z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  <property fmtid="{D5CDD505-2E9C-101B-9397-08002B2CF9AE}" pid="3" name="GrammarlyDocumentId">
    <vt:lpwstr>0d193aeb6580463b3ae14165eb203638ea428ab34cebd05660a3594e7f8c7a37</vt:lpwstr>
  </property>
</Properties>
</file>